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00" w:rsidRDefault="0042395A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955F6E" wp14:editId="2D7AFE44">
                <wp:simplePos x="0" y="0"/>
                <wp:positionH relativeFrom="column">
                  <wp:posOffset>1257935</wp:posOffset>
                </wp:positionH>
                <wp:positionV relativeFrom="paragraph">
                  <wp:posOffset>7248525</wp:posOffset>
                </wp:positionV>
                <wp:extent cx="685165" cy="847725"/>
                <wp:effectExtent l="19050" t="19050" r="38735" b="47625"/>
                <wp:wrapNone/>
                <wp:docPr id="29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65" cy="847725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42395A" w:rsidRDefault="00813EA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2395A">
                              <w:rPr>
                                <w:b/>
                                <w:sz w:val="18"/>
                                <w:szCs w:val="18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3" o:spid="_x0000_s1026" type="#_x0000_t120" style="position:absolute;margin-left:99.05pt;margin-top:570.75pt;width:53.95pt;height:6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" fillcolor="#e36c0a [2409]" strokecolor="#f79646 [3209]" strokeweight="5pt">
                <v:stroke linestyle="thickThin"/>
                <v:textbox>
                  <w:txbxContent>
                    <w:p w:rsidR="00813EA2" w:rsidRPr="0042395A" w:rsidRDefault="00813EA2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42395A">
                        <w:rPr>
                          <w:b/>
                          <w:sz w:val="18"/>
                          <w:szCs w:val="18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776619" wp14:editId="6394AE30">
                <wp:simplePos x="0" y="0"/>
                <wp:positionH relativeFrom="column">
                  <wp:posOffset>5733415</wp:posOffset>
                </wp:positionH>
                <wp:positionV relativeFrom="paragraph">
                  <wp:posOffset>190500</wp:posOffset>
                </wp:positionV>
                <wp:extent cx="981075" cy="771525"/>
                <wp:effectExtent l="19050" t="19050" r="47625" b="47625"/>
                <wp:wrapNone/>
                <wp:docPr id="28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771525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42395A" w:rsidRDefault="00813EA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395A">
                              <w:rPr>
                                <w:b/>
                                <w:sz w:val="32"/>
                                <w:szCs w:val="32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7" type="#_x0000_t120" style="position:absolute;margin-left:451.45pt;margin-top:15pt;width:77.2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" fillcolor="#e36c0a [2409]" strokecolor="#f79646 [3209]" strokeweight="5pt">
                <v:stroke linestyle="thickThin"/>
                <v:textbox>
                  <w:txbxContent>
                    <w:p w:rsidR="00813EA2" w:rsidRPr="0042395A" w:rsidRDefault="00813EA2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2395A">
                        <w:rPr>
                          <w:b/>
                          <w:sz w:val="32"/>
                          <w:szCs w:val="32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813EA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9EB50DC" wp14:editId="3389F791">
                <wp:simplePos x="0" y="0"/>
                <wp:positionH relativeFrom="column">
                  <wp:posOffset>-838200</wp:posOffset>
                </wp:positionH>
                <wp:positionV relativeFrom="paragraph">
                  <wp:posOffset>5545770</wp:posOffset>
                </wp:positionV>
                <wp:extent cx="5558959" cy="1588455"/>
                <wp:effectExtent l="76200" t="57150" r="80010" b="88265"/>
                <wp:wrapNone/>
                <wp:docPr id="3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8959" cy="15884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EA2" w:rsidRPr="00813EA2" w:rsidRDefault="00813EA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13EA2">
                              <w:rPr>
                                <w:color w:val="FFFFFF" w:themeColor="background1"/>
                              </w:rPr>
                              <w:t>Instructions:</w:t>
                            </w:r>
                          </w:p>
                          <w:p w:rsidR="00813EA2" w:rsidRPr="00813EA2" w:rsidRDefault="00813EA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13EA2">
                              <w:rPr>
                                <w:color w:val="FFFFFF" w:themeColor="background1"/>
                              </w:rPr>
                              <w:t xml:space="preserve">Students will roll the dice and depending on the number chosen, they move that many spaces along the game board. Blue circles mean students give an example of a classroom object. Red means give an example of a chore. Green means give an example of an adjective. Purple means to ask someone else in the game a question of their choice dealing with the English language. Last, but not least, orange circles are a free spot where they are given a Free turn to pass along without answering any questions or giving examples. </w:t>
                            </w:r>
                          </w:p>
                          <w:p w:rsidR="00813EA2" w:rsidRDefault="00813EA2">
                            <w:r>
                              <w:t>(Delete this box)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8" type="#_x0000_t202" style="position:absolute;margin-left:-66pt;margin-top:436.65pt;width:437.7pt;height:125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" fillcolor="#9bbb59 [3206]" strokecolor="#e36c0a [2409]" strokeweight="3pt">
                <v:shadow on="t" color="black" opacity="24903f" origin=",.5" offset="0,.55556mm"/>
                <v:textbox>
                  <w:txbxContent>
                    <w:p w:rsidR="00813EA2" w:rsidRPr="00813EA2" w:rsidRDefault="00813EA2">
                      <w:pPr>
                        <w:rPr>
                          <w:color w:val="FFFFFF" w:themeColor="background1"/>
                        </w:rPr>
                      </w:pPr>
                      <w:r w:rsidRPr="00813EA2">
                        <w:rPr>
                          <w:color w:val="FFFFFF" w:themeColor="background1"/>
                        </w:rPr>
                        <w:t>Instructions:</w:t>
                      </w:r>
                    </w:p>
                    <w:p w:rsidR="00813EA2" w:rsidRPr="00813EA2" w:rsidRDefault="00813EA2">
                      <w:pPr>
                        <w:rPr>
                          <w:color w:val="FFFFFF" w:themeColor="background1"/>
                        </w:rPr>
                      </w:pPr>
                      <w:r w:rsidRPr="00813EA2">
                        <w:rPr>
                          <w:color w:val="FFFFFF" w:themeColor="background1"/>
                        </w:rPr>
                        <w:t xml:space="preserve">Students will roll the dice and depending on the number chosen, they move that many spaces along the game board. Blue circles mean students give an example of a classroom object. Red means give an example of a chore. Green means give an example of an adjective. Purple means to ask someone else in the game a question of their choice dealing with the English language. Last, but not least, orange circles are a free spot where they are given a Free turn to pass along without answering any questions or giving examples. </w:t>
                      </w:r>
                    </w:p>
                    <w:p w:rsidR="00813EA2" w:rsidRDefault="00813EA2">
                      <w:r>
                        <w:t>(Delete this box)</w:t>
                      </w:r>
                    </w:p>
                  </w:txbxContent>
                </v:textbox>
              </v:shape>
            </w:pict>
          </mc:Fallback>
        </mc:AlternateContent>
      </w:r>
      <w:r w:rsidR="00813EA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EB41E1" wp14:editId="324B242A">
                <wp:simplePos x="0" y="0"/>
                <wp:positionH relativeFrom="column">
                  <wp:posOffset>1052195</wp:posOffset>
                </wp:positionH>
                <wp:positionV relativeFrom="paragraph">
                  <wp:posOffset>4681220</wp:posOffset>
                </wp:positionV>
                <wp:extent cx="752475" cy="647700"/>
                <wp:effectExtent l="33338" t="42862" r="42862" b="42863"/>
                <wp:wrapNone/>
                <wp:docPr id="29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276075">
                          <a:off x="0" y="0"/>
                          <a:ext cx="752475" cy="6477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Default="00813EA2" w:rsidP="007A30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9" type="#_x0000_t120" style="position:absolute;margin-left:82.85pt;margin-top:368.6pt;width:59.25pt;height:51pt;rotation:5762881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" fillcolor="#92d050" strokecolor="#9bbb59 [3206]" strokeweight="5pt">
                <v:stroke linestyle="thickThin"/>
                <v:textbox>
                  <w:txbxContent>
                    <w:p w:rsidR="00813EA2" w:rsidRDefault="00813EA2" w:rsidP="007A307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13EA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B7276B" wp14:editId="186FE447">
                <wp:simplePos x="0" y="0"/>
                <wp:positionH relativeFrom="column">
                  <wp:posOffset>695325</wp:posOffset>
                </wp:positionH>
                <wp:positionV relativeFrom="paragraph">
                  <wp:posOffset>7296150</wp:posOffset>
                </wp:positionV>
                <wp:extent cx="457200" cy="457200"/>
                <wp:effectExtent l="19050" t="19050" r="38100" b="38100"/>
                <wp:wrapNone/>
                <wp:docPr id="29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120" style="position:absolute;margin-left:54.75pt;margin-top:574.5pt;width:36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" fillcolor="#92d050" strokecolor="#9bbb59 [3206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95384F" wp14:editId="529DF13C">
                <wp:simplePos x="0" y="0"/>
                <wp:positionH relativeFrom="column">
                  <wp:posOffset>2314575</wp:posOffset>
                </wp:positionH>
                <wp:positionV relativeFrom="paragraph">
                  <wp:posOffset>9210675</wp:posOffset>
                </wp:positionV>
                <wp:extent cx="2628900" cy="1076325"/>
                <wp:effectExtent l="19050" t="19050" r="38100" b="47625"/>
                <wp:wrapNone/>
                <wp:docPr id="318" name="Oval 70" descr="9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76325"/>
                        </a:xfrm>
                        <a:prstGeom prst="ellipse">
                          <a:avLst/>
                        </a:prstGeom>
                        <a:pattFill prst="pct9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57150">
                          <a:solidFill>
                            <a:schemeClr val="accent4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13EA2" w:rsidRPr="00FB2C2A" w:rsidRDefault="00813EA2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FB2C2A"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  <w:t>CANDY!!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0" o:spid="_x0000_s1030" alt="Description: 90%" style="position:absolute;margin-left:182.25pt;margin-top:725.25pt;width:207pt;height:8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" fillcolor="#92d050" strokecolor="#5f497a [2407]" strokeweight="4.5pt">
                <v:fill r:id="rId9" o:title="" type="pattern"/>
                <v:textbox>
                  <w:txbxContent>
                    <w:p w:rsidR="00813EA2" w:rsidRPr="00FB2C2A" w:rsidRDefault="00813EA2">
                      <w:pPr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</w:pPr>
                      <w:r w:rsidRPr="00FB2C2A"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  <w:t>CANDY!!</w:t>
                      </w:r>
                    </w:p>
                  </w:txbxContent>
                </v:textbox>
              </v:oval>
            </w:pict>
          </mc:Fallback>
        </mc:AlternateContent>
      </w:r>
      <w:r w:rsidR="00FB2C2A">
        <w:rPr>
          <w:noProof/>
        </w:rPr>
        <w:drawing>
          <wp:anchor distT="0" distB="0" distL="114300" distR="114300" simplePos="0" relativeHeight="251724800" behindDoc="0" locked="0" layoutInCell="1" allowOverlap="1" wp14:anchorId="103C7007" wp14:editId="79A27F3A">
            <wp:simplePos x="0" y="0"/>
            <wp:positionH relativeFrom="column">
              <wp:posOffset>1323340</wp:posOffset>
            </wp:positionH>
            <wp:positionV relativeFrom="paragraph">
              <wp:posOffset>8138160</wp:posOffset>
            </wp:positionV>
            <wp:extent cx="1133475" cy="993775"/>
            <wp:effectExtent l="0" t="0" r="0" b="0"/>
            <wp:wrapTopAndBottom/>
            <wp:docPr id="6" name="Picture 6" descr="C:\Users\SUU\AppData\Local\Microsoft\Windows\Temporary Internet Files\Content.IE5\DK657XXD\MP90017537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U\AppData\Local\Microsoft\Windows\Temporary Internet Files\Content.IE5\DK657XXD\MP900175376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C2A" w:rsidRPr="00FB2C2A">
        <w:drawing>
          <wp:anchor distT="0" distB="0" distL="114300" distR="114300" simplePos="0" relativeHeight="251680256" behindDoc="0" locked="0" layoutInCell="1" allowOverlap="1" wp14:anchorId="69F7C73C" wp14:editId="61A329AD">
            <wp:simplePos x="0" y="0"/>
            <wp:positionH relativeFrom="column">
              <wp:posOffset>2924175</wp:posOffset>
            </wp:positionH>
            <wp:positionV relativeFrom="paragraph">
              <wp:posOffset>7981950</wp:posOffset>
            </wp:positionV>
            <wp:extent cx="1228725" cy="847725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C2A" w:rsidRPr="00FB2C2A">
        <w:drawing>
          <wp:anchor distT="0" distB="0" distL="114300" distR="114300" simplePos="0" relativeHeight="251682304" behindDoc="0" locked="0" layoutInCell="1" allowOverlap="1" wp14:anchorId="4B82CCBB" wp14:editId="73F4F793">
            <wp:simplePos x="0" y="0"/>
            <wp:positionH relativeFrom="column">
              <wp:posOffset>5095875</wp:posOffset>
            </wp:positionH>
            <wp:positionV relativeFrom="paragraph">
              <wp:posOffset>9382125</wp:posOffset>
            </wp:positionV>
            <wp:extent cx="1322705" cy="942975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C2A" w:rsidRPr="00840BBA">
        <w:rPr>
          <w:noProof/>
        </w:rPr>
        <w:drawing>
          <wp:anchor distT="0" distB="0" distL="114300" distR="114300" simplePos="0" relativeHeight="251678208" behindDoc="1" locked="0" layoutInCell="1" allowOverlap="1" wp14:anchorId="17CAB3D9" wp14:editId="56623F75">
            <wp:simplePos x="0" y="0"/>
            <wp:positionH relativeFrom="column">
              <wp:posOffset>-1657350</wp:posOffset>
            </wp:positionH>
            <wp:positionV relativeFrom="paragraph">
              <wp:posOffset>-1019175</wp:posOffset>
            </wp:positionV>
            <wp:extent cx="8924925" cy="12715875"/>
            <wp:effectExtent l="0" t="0" r="0" b="0"/>
            <wp:wrapNone/>
            <wp:docPr id="4" name="Picture 3" descr="C:\Users\Jennifer Polk\AppData\Local\Microsoft\Windows\Temporary Internet Files\Content.IE5\ZSPSDG7O\MCj036797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 Polk\AppData\Local\Microsoft\Windows\Temporary Internet Files\Content.IE5\ZSPSDG7O\MCj03679720000[1]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4925" cy="127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294B1E" wp14:editId="553368AE">
                <wp:simplePos x="0" y="0"/>
                <wp:positionH relativeFrom="column">
                  <wp:posOffset>-723900</wp:posOffset>
                </wp:positionH>
                <wp:positionV relativeFrom="paragraph">
                  <wp:posOffset>-409575</wp:posOffset>
                </wp:positionV>
                <wp:extent cx="1123950" cy="981075"/>
                <wp:effectExtent l="19050" t="19050" r="38100" b="47625"/>
                <wp:wrapNone/>
                <wp:docPr id="3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981075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2E532E" w:rsidRDefault="00813EA2" w:rsidP="005D493D">
                            <w:pPr>
                              <w:spacing w:after="0" w:line="240" w:lineRule="auto"/>
                              <w:jc w:val="center"/>
                              <w:rPr>
                                <w:rFonts w:ascii="Algerian" w:hAnsi="Algerian"/>
                                <w:sz w:val="36"/>
                                <w:szCs w:val="36"/>
                              </w:rPr>
                            </w:pPr>
                            <w:r w:rsidRPr="002E532E">
                              <w:rPr>
                                <w:rFonts w:ascii="Algerian" w:hAnsi="Algerian"/>
                                <w:sz w:val="36"/>
                                <w:szCs w:val="36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31" type="#_x0000_t120" style="position:absolute;margin-left:-57pt;margin-top:-32.25pt;width:88.5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" fillcolor="#4bacc6 [3208]" strokecolor="#4bacc6 [3208]" strokeweight="5pt">
                <v:stroke linestyle="thickThin"/>
                <v:textbox inset="0,0,0,0">
                  <w:txbxContent>
                    <w:p w:rsidR="00813EA2" w:rsidRPr="002E532E" w:rsidRDefault="00813EA2" w:rsidP="005D493D">
                      <w:pPr>
                        <w:spacing w:after="0" w:line="240" w:lineRule="auto"/>
                        <w:jc w:val="center"/>
                        <w:rPr>
                          <w:rFonts w:ascii="Algerian" w:hAnsi="Algerian"/>
                          <w:sz w:val="36"/>
                          <w:szCs w:val="36"/>
                        </w:rPr>
                      </w:pPr>
                      <w:r w:rsidRPr="002E532E">
                        <w:rPr>
                          <w:rFonts w:ascii="Algerian" w:hAnsi="Algerian"/>
                          <w:sz w:val="36"/>
                          <w:szCs w:val="36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3D08D" wp14:editId="34A475EF">
                <wp:simplePos x="0" y="0"/>
                <wp:positionH relativeFrom="column">
                  <wp:posOffset>2314575</wp:posOffset>
                </wp:positionH>
                <wp:positionV relativeFrom="paragraph">
                  <wp:posOffset>428625</wp:posOffset>
                </wp:positionV>
                <wp:extent cx="638175" cy="457200"/>
                <wp:effectExtent l="19050" t="19050" r="47625" b="38100"/>
                <wp:wrapNone/>
                <wp:docPr id="3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Default="00813EA2" w:rsidP="005D49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2" type="#_x0000_t120" style="position:absolute;margin-left:182.25pt;margin-top:33.75pt;width:50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" fillcolor="#943634 [2405]" strokecolor="#c0504d [3205]" strokeweight="5pt">
                <v:stroke linestyle="thickThin"/>
                <v:textbox inset=",0,,0">
                  <w:txbxContent>
                    <w:p w:rsidR="00813EA2" w:rsidRDefault="00813EA2" w:rsidP="005D49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44D1AF5" wp14:editId="3D0FE745">
                <wp:simplePos x="0" y="0"/>
                <wp:positionH relativeFrom="column">
                  <wp:posOffset>1314450</wp:posOffset>
                </wp:positionH>
                <wp:positionV relativeFrom="paragraph">
                  <wp:posOffset>333375</wp:posOffset>
                </wp:positionV>
                <wp:extent cx="457200" cy="457200"/>
                <wp:effectExtent l="19050" t="19050" r="38100" b="38100"/>
                <wp:wrapNone/>
                <wp:docPr id="315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120" style="position:absolute;margin-left:103.5pt;margin-top:26.25pt;width:36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2819BC" wp14:editId="6B7008B4">
                <wp:simplePos x="0" y="0"/>
                <wp:positionH relativeFrom="column">
                  <wp:posOffset>704850</wp:posOffset>
                </wp:positionH>
                <wp:positionV relativeFrom="paragraph">
                  <wp:posOffset>238125</wp:posOffset>
                </wp:positionV>
                <wp:extent cx="457200" cy="457200"/>
                <wp:effectExtent l="19050" t="19050" r="38100" b="38100"/>
                <wp:wrapNone/>
                <wp:docPr id="3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20" style="position:absolute;margin-left:55.5pt;margin-top:18.75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ABF33" wp14:editId="6B55F140">
                <wp:simplePos x="0" y="0"/>
                <wp:positionH relativeFrom="column">
                  <wp:posOffset>9525</wp:posOffset>
                </wp:positionH>
                <wp:positionV relativeFrom="paragraph">
                  <wp:posOffset>571500</wp:posOffset>
                </wp:positionV>
                <wp:extent cx="742950" cy="723900"/>
                <wp:effectExtent l="19050" t="19050" r="38100" b="38100"/>
                <wp:wrapNone/>
                <wp:docPr id="3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72390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813EA2" w:rsidRDefault="00813EA2">
                            <w:pPr>
                              <w:rPr>
                                <w:b/>
                              </w:rPr>
                            </w:pPr>
                            <w:r w:rsidRPr="00813EA2">
                              <w:rPr>
                                <w:b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3" type="#_x0000_t120" style="position:absolute;margin-left:.75pt;margin-top:45pt;width:58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" fillcolor="#e36c0a [2409]" strokecolor="#f79646 [3209]" strokeweight="5pt">
                <v:stroke linestyle="thickThin"/>
                <v:textbox>
                  <w:txbxContent>
                    <w:p w:rsidR="00813EA2" w:rsidRPr="00813EA2" w:rsidRDefault="00813EA2">
                      <w:pPr>
                        <w:rPr>
                          <w:b/>
                        </w:rPr>
                      </w:pPr>
                      <w:r w:rsidRPr="00813EA2">
                        <w:rPr>
                          <w:b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150967" wp14:editId="51169680">
                <wp:simplePos x="0" y="0"/>
                <wp:positionH relativeFrom="column">
                  <wp:posOffset>3686175</wp:posOffset>
                </wp:positionH>
                <wp:positionV relativeFrom="paragraph">
                  <wp:posOffset>-342900</wp:posOffset>
                </wp:positionV>
                <wp:extent cx="457200" cy="457200"/>
                <wp:effectExtent l="19050" t="19050" r="38100" b="38100"/>
                <wp:wrapNone/>
                <wp:docPr id="3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120" style="position:absolute;margin-left:290.25pt;margin-top:-27pt;width:36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" fillcolor="#943634 [2405]" strokecolor="#c0504d [3205]" strokeweight="5pt">
                <v:stroke linestyle="thickThin"/>
                <v:textbox inset=",0,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987D6C" wp14:editId="771078AA">
                <wp:simplePos x="0" y="0"/>
                <wp:positionH relativeFrom="column">
                  <wp:posOffset>4276725</wp:posOffset>
                </wp:positionH>
                <wp:positionV relativeFrom="paragraph">
                  <wp:posOffset>-285750</wp:posOffset>
                </wp:positionV>
                <wp:extent cx="457200" cy="457200"/>
                <wp:effectExtent l="19050" t="19050" r="38100" b="38100"/>
                <wp:wrapNone/>
                <wp:docPr id="3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120" style="position:absolute;margin-left:336.75pt;margin-top:-22.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F20931" wp14:editId="59578B2B">
                <wp:simplePos x="0" y="0"/>
                <wp:positionH relativeFrom="column">
                  <wp:posOffset>4791075</wp:posOffset>
                </wp:positionH>
                <wp:positionV relativeFrom="paragraph">
                  <wp:posOffset>114300</wp:posOffset>
                </wp:positionV>
                <wp:extent cx="457200" cy="457200"/>
                <wp:effectExtent l="19050" t="19050" r="38100" b="38100"/>
                <wp:wrapNone/>
                <wp:docPr id="3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120" style="position:absolute;margin-left:377.25pt;margin-top:9pt;width:36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2DFD1" wp14:editId="4DD11DAE">
                <wp:simplePos x="0" y="0"/>
                <wp:positionH relativeFrom="column">
                  <wp:posOffset>5305425</wp:posOffset>
                </wp:positionH>
                <wp:positionV relativeFrom="paragraph">
                  <wp:posOffset>-76200</wp:posOffset>
                </wp:positionV>
                <wp:extent cx="732790" cy="409575"/>
                <wp:effectExtent l="0" t="133350" r="0" b="123825"/>
                <wp:wrapNone/>
                <wp:docPr id="30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600700">
                          <a:off x="0" y="0"/>
                          <a:ext cx="732790" cy="409575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B01070" w:rsidRDefault="00813EA2" w:rsidP="00B010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4" type="#_x0000_t120" style="position:absolute;margin-left:417.75pt;margin-top:-6pt;width:57.7pt;height:32.25pt;rotation:-284065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" fillcolor="#92d050" strokecolor="#9bbb59 [3206]" strokeweight="5pt">
                <v:stroke linestyle="thickThin"/>
                <v:textbox>
                  <w:txbxContent>
                    <w:p w:rsidR="00813EA2" w:rsidRPr="00B01070" w:rsidRDefault="00813EA2" w:rsidP="00B0107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6C845C" wp14:editId="601EA9B1">
                <wp:simplePos x="0" y="0"/>
                <wp:positionH relativeFrom="column">
                  <wp:posOffset>5029200</wp:posOffset>
                </wp:positionH>
                <wp:positionV relativeFrom="paragraph">
                  <wp:posOffset>2428875</wp:posOffset>
                </wp:positionV>
                <wp:extent cx="568325" cy="542925"/>
                <wp:effectExtent l="19050" t="19050" r="41275" b="47625"/>
                <wp:wrapNone/>
                <wp:docPr id="30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325" cy="542925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Default="00813EA2" w:rsidP="005D49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5" type="#_x0000_t120" style="position:absolute;margin-left:396pt;margin-top:191.25pt;width:44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" fillcolor="#943634 [2405]" strokecolor="#c0504d [3205]" strokeweight="5pt">
                <v:stroke linestyle="thickThin"/>
                <v:textbox inset=",0,,0">
                  <w:txbxContent>
                    <w:p w:rsidR="00813EA2" w:rsidRDefault="00813EA2" w:rsidP="005D49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360D733" wp14:editId="052C8896">
                <wp:simplePos x="0" y="0"/>
                <wp:positionH relativeFrom="column">
                  <wp:posOffset>5734050</wp:posOffset>
                </wp:positionH>
                <wp:positionV relativeFrom="paragraph">
                  <wp:posOffset>2276475</wp:posOffset>
                </wp:positionV>
                <wp:extent cx="457200" cy="457200"/>
                <wp:effectExtent l="19050" t="19050" r="38100" b="38100"/>
                <wp:wrapNone/>
                <wp:docPr id="30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120" style="position:absolute;margin-left:451.5pt;margin-top:179.25pt;width:36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8099CB" wp14:editId="1898B62C">
                <wp:simplePos x="0" y="0"/>
                <wp:positionH relativeFrom="column">
                  <wp:posOffset>5981700</wp:posOffset>
                </wp:positionH>
                <wp:positionV relativeFrom="paragraph">
                  <wp:posOffset>1666875</wp:posOffset>
                </wp:positionV>
                <wp:extent cx="457200" cy="457200"/>
                <wp:effectExtent l="19050" t="19050" r="38100" b="38100"/>
                <wp:wrapNone/>
                <wp:docPr id="30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120" style="position:absolute;margin-left:471pt;margin-top:131.25pt;width:3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917D04" wp14:editId="2975E3C9">
                <wp:simplePos x="0" y="0"/>
                <wp:positionH relativeFrom="column">
                  <wp:posOffset>6191250</wp:posOffset>
                </wp:positionH>
                <wp:positionV relativeFrom="paragraph">
                  <wp:posOffset>1019175</wp:posOffset>
                </wp:positionV>
                <wp:extent cx="457200" cy="457200"/>
                <wp:effectExtent l="19050" t="19050" r="38100" b="38100"/>
                <wp:wrapNone/>
                <wp:docPr id="30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120" style="position:absolute;margin-left:487.5pt;margin-top:80.25pt;width:36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06DFD" wp14:editId="4D783FD4">
                <wp:simplePos x="0" y="0"/>
                <wp:positionH relativeFrom="column">
                  <wp:posOffset>3429000</wp:posOffset>
                </wp:positionH>
                <wp:positionV relativeFrom="paragraph">
                  <wp:posOffset>2686050</wp:posOffset>
                </wp:positionV>
                <wp:extent cx="457200" cy="457200"/>
                <wp:effectExtent l="19050" t="19050" r="38100" b="38100"/>
                <wp:wrapNone/>
                <wp:docPr id="30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120" style="position:absolute;margin-left:270pt;margin-top:211.5pt;width:36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357558" wp14:editId="32E375D4">
                <wp:simplePos x="0" y="0"/>
                <wp:positionH relativeFrom="column">
                  <wp:posOffset>2124075</wp:posOffset>
                </wp:positionH>
                <wp:positionV relativeFrom="paragraph">
                  <wp:posOffset>1476375</wp:posOffset>
                </wp:positionV>
                <wp:extent cx="457200" cy="457200"/>
                <wp:effectExtent l="19050" t="19050" r="38100" b="38100"/>
                <wp:wrapNone/>
                <wp:docPr id="30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120" style="position:absolute;margin-left:167.25pt;margin-top:116.25pt;width:36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C1D15" wp14:editId="46648B04">
                <wp:simplePos x="0" y="0"/>
                <wp:positionH relativeFrom="column">
                  <wp:posOffset>466725</wp:posOffset>
                </wp:positionH>
                <wp:positionV relativeFrom="paragraph">
                  <wp:posOffset>1685925</wp:posOffset>
                </wp:positionV>
                <wp:extent cx="457200" cy="457200"/>
                <wp:effectExtent l="19050" t="19050" r="38100" b="38100"/>
                <wp:wrapNone/>
                <wp:docPr id="30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120" style="position:absolute;margin-left:36.75pt;margin-top:132.75pt;width:36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35F0DF" wp14:editId="22665B61">
                <wp:simplePos x="0" y="0"/>
                <wp:positionH relativeFrom="column">
                  <wp:posOffset>1051560</wp:posOffset>
                </wp:positionH>
                <wp:positionV relativeFrom="paragraph">
                  <wp:posOffset>1462405</wp:posOffset>
                </wp:positionV>
                <wp:extent cx="1009650" cy="922655"/>
                <wp:effectExtent l="43497" t="32703" r="43498" b="43497"/>
                <wp:wrapNone/>
                <wp:docPr id="29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737217">
                          <a:off x="0" y="0"/>
                          <a:ext cx="1009650" cy="922655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42395A" w:rsidRDefault="00813EA2" w:rsidP="00B010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2395A">
                              <w:rPr>
                                <w:sz w:val="32"/>
                                <w:szCs w:val="32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36" type="#_x0000_t120" style="position:absolute;margin-left:82.8pt;margin-top:115.15pt;width:79.5pt;height:72.65pt;rotation:-5174304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" fillcolor="#e36c0a [2409]" strokecolor="#f79646 [3209]" strokeweight="5pt">
                <v:stroke linestyle="thickThin"/>
                <v:textbox>
                  <w:txbxContent>
                    <w:p w:rsidR="00813EA2" w:rsidRPr="0042395A" w:rsidRDefault="00813EA2" w:rsidP="00B010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42395A">
                        <w:rPr>
                          <w:sz w:val="32"/>
                          <w:szCs w:val="32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CC4CD6" wp14:editId="77AC9B36">
                <wp:simplePos x="0" y="0"/>
                <wp:positionH relativeFrom="column">
                  <wp:posOffset>142875</wp:posOffset>
                </wp:positionH>
                <wp:positionV relativeFrom="paragraph">
                  <wp:posOffset>4010025</wp:posOffset>
                </wp:positionV>
                <wp:extent cx="981075" cy="838200"/>
                <wp:effectExtent l="19050" t="19050" r="47625" b="38100"/>
                <wp:wrapNone/>
                <wp:docPr id="29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83820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42395A" w:rsidRDefault="00813EA2" w:rsidP="00CB0E6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395A">
                              <w:rPr>
                                <w:b/>
                                <w:sz w:val="32"/>
                                <w:szCs w:val="32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7" type="#_x0000_t120" style="position:absolute;margin-left:11.25pt;margin-top:315.75pt;width:77.25pt;height:6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" fillcolor="#e36c0a [2409]" strokecolor="#f79646 [3209]" strokeweight="5pt">
                <v:stroke linestyle="thickThin"/>
                <v:textbox>
                  <w:txbxContent>
                    <w:p w:rsidR="00813EA2" w:rsidRPr="0042395A" w:rsidRDefault="00813EA2" w:rsidP="00CB0E6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2395A">
                        <w:rPr>
                          <w:b/>
                          <w:sz w:val="32"/>
                          <w:szCs w:val="32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CB4EEB" wp14:editId="199F6138">
                <wp:simplePos x="0" y="0"/>
                <wp:positionH relativeFrom="column">
                  <wp:posOffset>3819525</wp:posOffset>
                </wp:positionH>
                <wp:positionV relativeFrom="paragraph">
                  <wp:posOffset>7134225</wp:posOffset>
                </wp:positionV>
                <wp:extent cx="457200" cy="457200"/>
                <wp:effectExtent l="19050" t="19050" r="38100" b="38100"/>
                <wp:wrapNone/>
                <wp:docPr id="29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120" style="position:absolute;margin-left:300.75pt;margin-top:561.75pt;width:36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" fillcolor="#92d050" strokecolor="#9bbb59 [3206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615EA3" wp14:editId="3C785D05">
                <wp:simplePos x="0" y="0"/>
                <wp:positionH relativeFrom="column">
                  <wp:posOffset>3228975</wp:posOffset>
                </wp:positionH>
                <wp:positionV relativeFrom="paragraph">
                  <wp:posOffset>7448550</wp:posOffset>
                </wp:positionV>
                <wp:extent cx="457200" cy="457200"/>
                <wp:effectExtent l="19050" t="19050" r="38100" b="38100"/>
                <wp:wrapNone/>
                <wp:docPr id="29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120" style="position:absolute;margin-left:254.25pt;margin-top:586.5pt;width:36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5472B8" wp14:editId="4EC1EB5D">
                <wp:simplePos x="0" y="0"/>
                <wp:positionH relativeFrom="column">
                  <wp:posOffset>2179320</wp:posOffset>
                </wp:positionH>
                <wp:positionV relativeFrom="paragraph">
                  <wp:posOffset>7288530</wp:posOffset>
                </wp:positionV>
                <wp:extent cx="714375" cy="824865"/>
                <wp:effectExtent l="40005" t="36195" r="49530" b="49530"/>
                <wp:wrapNone/>
                <wp:docPr id="29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951799">
                          <a:off x="0" y="0"/>
                          <a:ext cx="714375" cy="824865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Default="00813E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38" type="#_x0000_t120" style="position:absolute;margin-left:171.6pt;margin-top:573.9pt;width:56.25pt;height:64.95pt;rotation:5408685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" fillcolor="#5f497a [2407]" strokecolor="#8064a2 [3207]" strokeweight="5pt">
                <v:stroke linestyle="thickThin"/>
                <v:textbox>
                  <w:txbxContent>
                    <w:p w:rsidR="00813EA2" w:rsidRDefault="00813EA2"/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06F25A2" wp14:editId="430358F8">
                <wp:simplePos x="0" y="0"/>
                <wp:positionH relativeFrom="column">
                  <wp:posOffset>-190500</wp:posOffset>
                </wp:positionH>
                <wp:positionV relativeFrom="paragraph">
                  <wp:posOffset>8753475</wp:posOffset>
                </wp:positionV>
                <wp:extent cx="895350" cy="457200"/>
                <wp:effectExtent l="19050" t="19050" r="38100" b="38100"/>
                <wp:wrapNone/>
                <wp:docPr id="29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45720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42395A" w:rsidRDefault="00813EA2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2395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42395A" w:rsidRPr="0042395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FREE </w:t>
                            </w:r>
                            <w:proofErr w:type="spellStart"/>
                            <w:r w:rsidR="0042395A" w:rsidRPr="0042395A">
                              <w:rPr>
                                <w:b/>
                                <w:sz w:val="20"/>
                                <w:szCs w:val="20"/>
                              </w:rPr>
                              <w:t>FREE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39" type="#_x0000_t120" style="position:absolute;margin-left:-15pt;margin-top:689.25pt;width:70.5pt;height:3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" fillcolor="#e36c0a [2409]" strokecolor="#f79646 [3209]" strokeweight="5pt">
                <v:stroke linestyle="thickThin"/>
                <v:textbox>
                  <w:txbxContent>
                    <w:p w:rsidR="00813EA2" w:rsidRPr="0042395A" w:rsidRDefault="00813EA2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42395A">
                        <w:rPr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="0042395A" w:rsidRPr="0042395A">
                        <w:rPr>
                          <w:b/>
                          <w:sz w:val="20"/>
                          <w:szCs w:val="20"/>
                        </w:rPr>
                        <w:t xml:space="preserve">FREE </w:t>
                      </w:r>
                      <w:proofErr w:type="spellStart"/>
                      <w:r w:rsidR="0042395A" w:rsidRPr="0042395A">
                        <w:rPr>
                          <w:b/>
                          <w:sz w:val="20"/>
                          <w:szCs w:val="20"/>
                        </w:rPr>
                        <w:t>FREE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7906DF" wp14:editId="28098A15">
                <wp:simplePos x="0" y="0"/>
                <wp:positionH relativeFrom="column">
                  <wp:posOffset>133350</wp:posOffset>
                </wp:positionH>
                <wp:positionV relativeFrom="paragraph">
                  <wp:posOffset>7543800</wp:posOffset>
                </wp:positionV>
                <wp:extent cx="457200" cy="457200"/>
                <wp:effectExtent l="19050" t="19050" r="38100" b="38100"/>
                <wp:wrapNone/>
                <wp:docPr id="29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120" style="position:absolute;margin-left:10.5pt;margin-top:594pt;width:36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D6B4BB" wp14:editId="34E05648">
                <wp:simplePos x="0" y="0"/>
                <wp:positionH relativeFrom="column">
                  <wp:posOffset>3009900</wp:posOffset>
                </wp:positionH>
                <wp:positionV relativeFrom="paragraph">
                  <wp:posOffset>161925</wp:posOffset>
                </wp:positionV>
                <wp:extent cx="971550" cy="723900"/>
                <wp:effectExtent l="19050" t="19050" r="38100" b="38100"/>
                <wp:wrapNone/>
                <wp:docPr id="28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72390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813EA2" w:rsidRDefault="00813EA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13EA2">
                              <w:rPr>
                                <w:b/>
                                <w:sz w:val="32"/>
                                <w:szCs w:val="32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40" type="#_x0000_t120" style="position:absolute;margin-left:237pt;margin-top:12.75pt;width:76.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" fillcolor="#e36c0a [2409]" strokecolor="#f79646 [3209]" strokeweight="5pt">
                <v:stroke linestyle="thickThin"/>
                <v:textbox>
                  <w:txbxContent>
                    <w:p w:rsidR="00813EA2" w:rsidRPr="00813EA2" w:rsidRDefault="00813EA2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813EA2">
                        <w:rPr>
                          <w:b/>
                          <w:sz w:val="32"/>
                          <w:szCs w:val="32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AD4A9" wp14:editId="409D1C54">
                <wp:simplePos x="0" y="0"/>
                <wp:positionH relativeFrom="column">
                  <wp:posOffset>4000500</wp:posOffset>
                </wp:positionH>
                <wp:positionV relativeFrom="paragraph">
                  <wp:posOffset>2428875</wp:posOffset>
                </wp:positionV>
                <wp:extent cx="942975" cy="990600"/>
                <wp:effectExtent l="19050" t="19050" r="47625" b="38100"/>
                <wp:wrapNone/>
                <wp:docPr id="3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99060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DE7E8E" w:rsidRDefault="00813EA2" w:rsidP="00CB0E69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DE7E8E">
                              <w:rPr>
                                <w:b/>
                                <w:sz w:val="30"/>
                                <w:szCs w:val="30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41" type="#_x0000_t120" style="position:absolute;margin-left:315pt;margin-top:191.25pt;width:74.2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" fillcolor="#e36c0a [2409]" strokecolor="#f79646 [3209]" strokeweight="5pt">
                <v:stroke linestyle="thickThin"/>
                <v:textbox>
                  <w:txbxContent>
                    <w:p w:rsidR="00813EA2" w:rsidRPr="00DE7E8E" w:rsidRDefault="00813EA2" w:rsidP="00CB0E69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DE7E8E">
                        <w:rPr>
                          <w:b/>
                          <w:sz w:val="30"/>
                          <w:szCs w:val="30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10553700</wp:posOffset>
                </wp:positionV>
                <wp:extent cx="7181850" cy="962025"/>
                <wp:effectExtent l="19050" t="19050" r="38100" b="47625"/>
                <wp:wrapNone/>
                <wp:docPr id="2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0" cy="96202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EA2" w:rsidRPr="00A06FE2" w:rsidRDefault="00813EA2" w:rsidP="00840BBA">
                            <w:pPr>
                              <w:jc w:val="center"/>
                              <w:rPr>
                                <w:rFonts w:ascii="Showcard Gothic" w:hAnsi="Showcard Gothic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Showcard Gothic" w:hAnsi="Showcard Gothic"/>
                                <w:sz w:val="96"/>
                                <w:szCs w:val="96"/>
                              </w:rPr>
                              <w:t>The Grammar Race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2" type="#_x0000_t202" style="position:absolute;margin-left:-54.75pt;margin-top:831pt;width:565.5pt;height:7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" filled="f" fillcolor="white [3201]" strokecolor="#4bacc6 [3208]" strokeweight="5pt">
                <v:stroke linestyle="thickThin" joinstyle="round"/>
                <v:textbox inset="0,0,0,0">
                  <w:txbxContent>
                    <w:p w:rsidR="00813EA2" w:rsidRPr="00A06FE2" w:rsidRDefault="00813EA2" w:rsidP="00840BBA">
                      <w:pPr>
                        <w:jc w:val="center"/>
                        <w:rPr>
                          <w:rFonts w:ascii="Showcard Gothic" w:hAnsi="Showcard Gothic"/>
                          <w:sz w:val="96"/>
                          <w:szCs w:val="96"/>
                        </w:rPr>
                      </w:pPr>
                      <w:r>
                        <w:rPr>
                          <w:rFonts w:ascii="Showcard Gothic" w:hAnsi="Showcard Gothic"/>
                          <w:sz w:val="96"/>
                          <w:szCs w:val="96"/>
                        </w:rPr>
                        <w:t>The Grammar Race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114300</wp:posOffset>
                </wp:positionV>
                <wp:extent cx="457200" cy="457200"/>
                <wp:effectExtent l="19050" t="19050" r="38100" b="38100"/>
                <wp:wrapNone/>
                <wp:docPr id="2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120" style="position:absolute;margin-left:146.25pt;margin-top:9pt;width:3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" fillcolor="#92d050" strokecolor="#9bbb59 [3206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2124075</wp:posOffset>
                </wp:positionV>
                <wp:extent cx="457200" cy="457200"/>
                <wp:effectExtent l="19050" t="19050" r="38100" b="38100"/>
                <wp:wrapNone/>
                <wp:docPr id="2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120" style="position:absolute;margin-left:241.5pt;margin-top:167.25pt;width:36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1771650</wp:posOffset>
                </wp:positionV>
                <wp:extent cx="457200" cy="457200"/>
                <wp:effectExtent l="19050" t="19050" r="38100" b="38100"/>
                <wp:wrapNone/>
                <wp:docPr id="2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120" style="position:absolute;margin-left:207pt;margin-top:139.5pt;width:36pt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" fillcolor="#92d050" strokecolor="#9bbb59 [3206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2228850</wp:posOffset>
                </wp:positionV>
                <wp:extent cx="457200" cy="457200"/>
                <wp:effectExtent l="19050" t="19050" r="38100" b="38100"/>
                <wp:wrapNone/>
                <wp:docPr id="2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120" style="position:absolute;margin-left:14.25pt;margin-top:175.5pt;width:36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2809875</wp:posOffset>
                </wp:positionV>
                <wp:extent cx="457200" cy="457200"/>
                <wp:effectExtent l="19050" t="19050" r="38100" b="38100"/>
                <wp:wrapNone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120" style="position:absolute;margin-left:-4.5pt;margin-top:221.25pt;width:36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" fillcolor="#92d050" strokecolor="#9bbb59 [3206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3419475</wp:posOffset>
                </wp:positionV>
                <wp:extent cx="457200" cy="457200"/>
                <wp:effectExtent l="19050" t="19050" r="38100" b="38100"/>
                <wp:wrapNone/>
                <wp:docPr id="2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120" style="position:absolute;margin-left:-4.5pt;margin-top:269.25pt;width:36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" fillcolor="#943634 [2405]" strokecolor="#c0504d [3205]" strokeweight="5pt">
                <v:stroke linestyle="thickThin"/>
                <v:textbox inset=",0,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4972050</wp:posOffset>
                </wp:positionV>
                <wp:extent cx="457200" cy="457200"/>
                <wp:effectExtent l="19050" t="19050" r="38100" b="38100"/>
                <wp:wrapNone/>
                <wp:docPr id="2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120" style="position:absolute;margin-left:153pt;margin-top:391.5pt;width:36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4972050</wp:posOffset>
                </wp:positionV>
                <wp:extent cx="457200" cy="457200"/>
                <wp:effectExtent l="19050" t="19050" r="38100" b="38100"/>
                <wp:wrapNone/>
                <wp:docPr id="2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120" style="position:absolute;margin-left:201pt;margin-top:391.5pt;width:36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" fillcolor="#943634 [2405]" strokecolor="#c0504d [3205]" strokeweight="5pt">
                <v:stroke linestyle="thickThin"/>
                <v:textbox inset=",0,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4848225</wp:posOffset>
                </wp:positionV>
                <wp:extent cx="457200" cy="457200"/>
                <wp:effectExtent l="19050" t="19050" r="38100" b="38100"/>
                <wp:wrapNone/>
                <wp:docPr id="2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120" style="position:absolute;margin-left:243pt;margin-top:381.7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5838825</wp:posOffset>
                </wp:positionH>
                <wp:positionV relativeFrom="paragraph">
                  <wp:posOffset>5895975</wp:posOffset>
                </wp:positionV>
                <wp:extent cx="457200" cy="457200"/>
                <wp:effectExtent l="19050" t="19050" r="38100" b="38100"/>
                <wp:wrapNone/>
                <wp:docPr id="1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120" style="position:absolute;margin-left:459.75pt;margin-top:464.25pt;width:36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" fillcolor="#92d050" strokecolor="#9bbb59 [3206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5353050</wp:posOffset>
                </wp:positionV>
                <wp:extent cx="457200" cy="457200"/>
                <wp:effectExtent l="19050" t="19050" r="38100" b="38100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120" style="position:absolute;margin-left:438.75pt;margin-top:421.5pt;width:36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5133975</wp:posOffset>
                </wp:positionV>
                <wp:extent cx="457200" cy="457200"/>
                <wp:effectExtent l="19050" t="19050" r="38100" b="38100"/>
                <wp:wrapNone/>
                <wp:docPr id="1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120" style="position:absolute;margin-left:399.75pt;margin-top:404.25pt;width:36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4972050</wp:posOffset>
                </wp:positionV>
                <wp:extent cx="457200" cy="457200"/>
                <wp:effectExtent l="19050" t="19050" r="38100" b="38100"/>
                <wp:wrapNone/>
                <wp:docPr id="1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  <a:ln w="63500" cmpd="thickThin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120" style="position:absolute;margin-left:357.75pt;margin-top:391.5pt;width:36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" fillcolor="#92d050" strokecolor="#9bbb59 [3206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3539490</wp:posOffset>
                </wp:positionH>
                <wp:positionV relativeFrom="paragraph">
                  <wp:posOffset>4423410</wp:posOffset>
                </wp:positionV>
                <wp:extent cx="1153795" cy="860425"/>
                <wp:effectExtent l="70485" t="24765" r="59690" b="21590"/>
                <wp:wrapNone/>
                <wp:docPr id="1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167153">
                          <a:off x="0" y="0"/>
                          <a:ext cx="1153795" cy="860425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42395A" w:rsidRDefault="00813EA2" w:rsidP="007641F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395A">
                              <w:rPr>
                                <w:b/>
                                <w:sz w:val="32"/>
                                <w:szCs w:val="32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43" type="#_x0000_t120" style="position:absolute;margin-left:278.7pt;margin-top:348.3pt;width:90.85pt;height:67.75pt;rotation:-4551642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" fillcolor="#e36c0a [2409]" strokecolor="#f79646 [3209]" strokeweight="5pt">
                <v:stroke linestyle="thickThin"/>
                <v:textbox>
                  <w:txbxContent>
                    <w:p w:rsidR="00813EA2" w:rsidRPr="0042395A" w:rsidRDefault="00813EA2" w:rsidP="007641F2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2395A">
                        <w:rPr>
                          <w:b/>
                          <w:sz w:val="32"/>
                          <w:szCs w:val="32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6448425</wp:posOffset>
                </wp:positionV>
                <wp:extent cx="981075" cy="838200"/>
                <wp:effectExtent l="19050" t="19050" r="47625" b="38100"/>
                <wp:wrapNone/>
                <wp:docPr id="1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83820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3EA2" w:rsidRPr="0042395A" w:rsidRDefault="00813EA2" w:rsidP="005D493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2395A">
                              <w:rPr>
                                <w:b/>
                                <w:sz w:val="32"/>
                                <w:szCs w:val="32"/>
                              </w:rPr>
                              <w:t>FREE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44" type="#_x0000_t120" style="position:absolute;margin-left:417.75pt;margin-top:507.75pt;width:77.25pt;height:6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" fillcolor="#e36c0a [2409]" strokecolor="#f79646 [3209]" strokeweight="5pt">
                <v:stroke linestyle="thickThin"/>
                <v:textbox>
                  <w:txbxContent>
                    <w:p w:rsidR="00813EA2" w:rsidRPr="0042395A" w:rsidRDefault="00813EA2" w:rsidP="005D493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2395A">
                        <w:rPr>
                          <w:b/>
                          <w:sz w:val="32"/>
                          <w:szCs w:val="32"/>
                        </w:rPr>
                        <w:t>FREE</w:t>
                      </w:r>
                    </w:p>
                  </w:txbxContent>
                </v:textbox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6991350</wp:posOffset>
                </wp:positionV>
                <wp:extent cx="457200" cy="457200"/>
                <wp:effectExtent l="19050" t="19050" r="38100" b="38100"/>
                <wp:wrapNone/>
                <wp:docPr id="1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120" style="position:absolute;margin-left:381.75pt;margin-top:550.5pt;width:36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" fillcolor="#943634 [2405]" strokecolor="#c0504d [3205]" strokeweight="5pt">
                <v:stroke linestyle="thickThin"/>
                <v:textbox inset=",0,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7391400</wp:posOffset>
                </wp:positionV>
                <wp:extent cx="457200" cy="457200"/>
                <wp:effectExtent l="19050" t="19050" r="38100" b="38100"/>
                <wp:wrapNone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120" style="position:absolute;margin-left:345.75pt;margin-top:582pt;width:36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" fillcolor="#5f497a [2407]" strokecolor="#8064a2 [3207]" strokeweight="5pt">
                <v:stroke linestyle="thickThin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8105775</wp:posOffset>
                </wp:positionV>
                <wp:extent cx="457200" cy="457200"/>
                <wp:effectExtent l="19050" t="19050" r="38100" b="38100"/>
                <wp:wrapNone/>
                <wp:docPr id="1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120" style="position:absolute;margin-left:.75pt;margin-top:638.25pt;width:36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bookmarkStart w:id="0" w:name="_GoBack"/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8934450</wp:posOffset>
                </wp:positionV>
                <wp:extent cx="457200" cy="457200"/>
                <wp:effectExtent l="19050" t="19050" r="38100" b="38100"/>
                <wp:wrapNone/>
                <wp:docPr id="1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120" style="position:absolute;margin-left:67.5pt;margin-top:703.5pt;width:36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" fillcolor="#943634 [2405]" strokecolor="#c0504d [3205]" strokeweight="5pt">
                <v:stroke linestyle="thickThin"/>
                <v:textbox inset=",0,,0"/>
              </v:shape>
            </w:pict>
          </mc:Fallback>
        </mc:AlternateContent>
      </w:r>
      <w:bookmarkEnd w:id="0"/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9286875</wp:posOffset>
                </wp:positionV>
                <wp:extent cx="457200" cy="457200"/>
                <wp:effectExtent l="19050" t="19050" r="38100" b="38100"/>
                <wp:wrapNone/>
                <wp:docPr id="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120" style="position:absolute;margin-left:110.25pt;margin-top:731.25pt;width:36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" fillcolor="#4bacc6 [3208]" strokecolor="#4bacc6 [3208]" strokeweight="5pt">
                <v:stroke linestyle="thickThin"/>
                <v:textbox inset="0,0,0,0"/>
              </v:shape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7153275</wp:posOffset>
                </wp:positionH>
                <wp:positionV relativeFrom="paragraph">
                  <wp:posOffset>8943975</wp:posOffset>
                </wp:positionV>
                <wp:extent cx="457200" cy="457200"/>
                <wp:effectExtent l="9525" t="9525" r="9525" b="9525"/>
                <wp:wrapNone/>
                <wp:docPr id="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120" style="position:absolute;margin-left:563.25pt;margin-top:704.25pt;width:36pt;height:3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"/>
            </w:pict>
          </mc:Fallback>
        </mc:AlternateContent>
      </w:r>
      <w:r w:rsidR="00FB2C2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7000875</wp:posOffset>
                </wp:positionH>
                <wp:positionV relativeFrom="paragraph">
                  <wp:posOffset>8791575</wp:posOffset>
                </wp:positionV>
                <wp:extent cx="457200" cy="457200"/>
                <wp:effectExtent l="9525" t="9525" r="9525" b="9525"/>
                <wp:wrapNone/>
                <wp:docPr id="7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120" style="position:absolute;margin-left:551.25pt;margin-top:692.25pt;width:36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"/>
            </w:pict>
          </mc:Fallback>
        </mc:AlternateContent>
      </w:r>
    </w:p>
    <w:sectPr w:rsidR="00494B00" w:rsidSect="007A3078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11"/>
    <w:rsid w:val="001B455D"/>
    <w:rsid w:val="001F2834"/>
    <w:rsid w:val="002E532E"/>
    <w:rsid w:val="003045E5"/>
    <w:rsid w:val="003371C4"/>
    <w:rsid w:val="003C5F00"/>
    <w:rsid w:val="0042395A"/>
    <w:rsid w:val="0043726E"/>
    <w:rsid w:val="00494B00"/>
    <w:rsid w:val="00567654"/>
    <w:rsid w:val="005B67BA"/>
    <w:rsid w:val="005D493D"/>
    <w:rsid w:val="00682D52"/>
    <w:rsid w:val="006A0125"/>
    <w:rsid w:val="00747A9F"/>
    <w:rsid w:val="00754926"/>
    <w:rsid w:val="007641F2"/>
    <w:rsid w:val="007A3078"/>
    <w:rsid w:val="00813EA2"/>
    <w:rsid w:val="00840BBA"/>
    <w:rsid w:val="00876A06"/>
    <w:rsid w:val="009920F8"/>
    <w:rsid w:val="009D36F6"/>
    <w:rsid w:val="00A0150E"/>
    <w:rsid w:val="00A06FE2"/>
    <w:rsid w:val="00B01070"/>
    <w:rsid w:val="00CB0E69"/>
    <w:rsid w:val="00CD0FB7"/>
    <w:rsid w:val="00CF5E20"/>
    <w:rsid w:val="00D50011"/>
    <w:rsid w:val="00DE7E8E"/>
    <w:rsid w:val="00E97763"/>
    <w:rsid w:val="00FA3CF4"/>
    <w:rsid w:val="00FB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w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w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U\AppData\Roaming\Microsoft\Templates\TP03000326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E19C8-3E76-42AE-B65E-BF51B3532A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9F6F0E-9936-469F-B2E1-C1D88C2DB8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EEE99-38C3-4256-A8B7-B7285888054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AFFDFB9C-8BBC-436C-86AB-77EC9B4C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TP030003264.dotx</Template>
  <TotalTime>55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Utah University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SUU</dc:creator>
  <cp:lastModifiedBy>SUU</cp:lastModifiedBy>
  <cp:revision>2</cp:revision>
  <cp:lastPrinted>2008-01-19T23:33:00Z</cp:lastPrinted>
  <dcterms:created xsi:type="dcterms:W3CDTF">2011-04-12T23:16:00Z</dcterms:created>
  <dcterms:modified xsi:type="dcterms:W3CDTF">2011-04-13T00:11:00Z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TC300032649990</vt:lpwstr>
  </property>
</Properties>
</file>